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rsidR="0054209E" w:rsidRPr="00BE710B" w:rsidRDefault="0054209E" w:rsidP="0054209E">
      <w:pPr>
        <w:pStyle w:val="Titul2"/>
      </w:pPr>
      <w:r w:rsidRPr="00BE710B">
        <w:t>„</w:t>
      </w:r>
      <w:r w:rsidR="00BE710B" w:rsidRPr="00BE710B">
        <w:t xml:space="preserve">Nákup </w:t>
      </w:r>
      <w:proofErr w:type="spellStart"/>
      <w:r w:rsidR="00BE710B" w:rsidRPr="00BE710B">
        <w:t>seřezávačky</w:t>
      </w:r>
      <w:proofErr w:type="spellEnd"/>
      <w:r w:rsidR="00BE710B" w:rsidRPr="00BE710B">
        <w:t xml:space="preserve"> </w:t>
      </w:r>
      <w:proofErr w:type="spellStart"/>
      <w:r w:rsidR="00BE710B" w:rsidRPr="00BE710B">
        <w:t>aluminotermických</w:t>
      </w:r>
      <w:proofErr w:type="spellEnd"/>
      <w:r w:rsidR="00BE710B" w:rsidRPr="00BE710B">
        <w:t xml:space="preserve"> svarů kolejnic</w:t>
      </w:r>
      <w:r w:rsidRPr="00BE710B">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strany</w:t>
      </w:r>
    </w:p>
    <w:p w:rsidR="0054209E" w:rsidRPr="0019340A" w:rsidRDefault="0054209E" w:rsidP="0054209E">
      <w:pPr>
        <w:pStyle w:val="Odstavecseseznamem"/>
        <w:numPr>
          <w:ilvl w:val="1"/>
          <w:numId w:val="35"/>
        </w:numPr>
        <w:rPr>
          <w:b/>
          <w:noProof/>
        </w:rPr>
      </w:pPr>
      <w:r w:rsidRPr="0019340A">
        <w:rPr>
          <w:b/>
          <w:noProof/>
        </w:rPr>
        <w:t>Kupující</w:t>
      </w:r>
      <w:r>
        <w:rPr>
          <w:b/>
          <w:noProof/>
        </w:rPr>
        <w:t>: Správa železnic</w:t>
      </w:r>
      <w:r w:rsidRPr="0019340A">
        <w:rPr>
          <w:b/>
          <w:noProof/>
        </w:rPr>
        <w:t>, státní organizace</w:t>
      </w:r>
    </w:p>
    <w:p w:rsidR="0054209E" w:rsidRPr="00286820" w:rsidRDefault="0054209E" w:rsidP="0054209E">
      <w:pPr>
        <w:pStyle w:val="Odstavecseseznamem"/>
        <w:ind w:left="1077"/>
        <w:rPr>
          <w:noProof/>
        </w:rPr>
      </w:pPr>
      <w:r w:rsidRPr="00286820">
        <w:rPr>
          <w:noProof/>
        </w:rPr>
        <w:t>se sídlem: Praha 1 – Nové Město, Dlážděná 1003/7, PSČ 110 00</w:t>
      </w:r>
    </w:p>
    <w:p w:rsidR="0054209E" w:rsidRPr="00286820" w:rsidRDefault="0054209E" w:rsidP="0054209E">
      <w:pPr>
        <w:pStyle w:val="Odstavecseseznamem"/>
        <w:ind w:left="1077"/>
        <w:rPr>
          <w:noProof/>
        </w:rPr>
      </w:pPr>
      <w:r w:rsidRPr="00286820">
        <w:rPr>
          <w:noProof/>
        </w:rPr>
        <w:t>IČ: 70994234, DIČ: CZ70994234</w:t>
      </w:r>
    </w:p>
    <w:p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p>
    <w:p w:rsidR="0054209E" w:rsidRDefault="0054209E" w:rsidP="0054209E">
      <w:pPr>
        <w:pStyle w:val="Odstavecseseznamem"/>
        <w:ind w:left="1077"/>
        <w:rPr>
          <w:noProof/>
        </w:rPr>
      </w:pPr>
    </w:p>
    <w:p w:rsidR="0054209E" w:rsidRPr="00286820" w:rsidRDefault="0054209E" w:rsidP="0054209E">
      <w:pPr>
        <w:pStyle w:val="Odstavecseseznamem"/>
        <w:ind w:left="1077"/>
        <w:rPr>
          <w:noProof/>
        </w:rPr>
      </w:pPr>
      <w:r w:rsidRPr="00286820">
        <w:rPr>
          <w:noProof/>
        </w:rPr>
        <w:t xml:space="preserve">Osoby zmocněné jednat: </w:t>
      </w:r>
    </w:p>
    <w:p w:rsidR="0054209E" w:rsidRPr="00286820" w:rsidRDefault="0054209E" w:rsidP="0054209E">
      <w:pPr>
        <w:pStyle w:val="Odstavecseseznamem"/>
        <w:numPr>
          <w:ilvl w:val="2"/>
          <w:numId w:val="35"/>
        </w:numPr>
        <w:rPr>
          <w:noProof/>
        </w:rPr>
      </w:pPr>
      <w:r w:rsidRPr="00286820">
        <w:rPr>
          <w:noProof/>
        </w:rPr>
        <w:t>ve věcech smluvních: Ing. Pavel Stejskal, vedoucí odboru veřejných zakázek Oblastního ředitelství Praha, mobil: 601 367 927 (mimo podpisu této smlouvy a jejich případných dodatků)</w:t>
      </w:r>
    </w:p>
    <w:p w:rsidR="0054209E" w:rsidRPr="00BE710B" w:rsidRDefault="0054209E" w:rsidP="0054209E">
      <w:pPr>
        <w:pStyle w:val="Odstavecseseznamem"/>
        <w:numPr>
          <w:ilvl w:val="2"/>
          <w:numId w:val="35"/>
        </w:numPr>
        <w:rPr>
          <w:noProof/>
        </w:rPr>
      </w:pPr>
      <w:bookmarkStart w:id="0" w:name="_Ref171554"/>
      <w:r w:rsidRPr="00BE710B">
        <w:rPr>
          <w:noProof/>
        </w:rPr>
        <w:t xml:space="preserve">ve věcech technických: </w:t>
      </w:r>
      <w:bookmarkEnd w:id="0"/>
      <w:r w:rsidR="00BE710B" w:rsidRPr="00BE710B">
        <w:rPr>
          <w:noProof/>
        </w:rPr>
        <w:t>Miloš Kot, vedoucí provozu infrastruktury, tel.: +420 721 622 735</w:t>
      </w:r>
    </w:p>
    <w:p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„kupující“ nebo „SŽ“</w:t>
      </w:r>
      <w:r w:rsidRPr="0019340A">
        <w:rPr>
          <w:rFonts w:eastAsia="Verdana" w:cs="Times New Roman"/>
          <w:b/>
          <w:bCs/>
          <w:noProof/>
        </w:rPr>
        <w:t>)</w:t>
      </w:r>
    </w:p>
    <w:p w:rsidR="0054209E" w:rsidRPr="00286820" w:rsidRDefault="0054209E" w:rsidP="0054209E">
      <w:pPr>
        <w:pStyle w:val="Odstavecseseznamem"/>
        <w:ind w:left="1077"/>
        <w:rPr>
          <w:b/>
          <w:noProof/>
        </w:rPr>
      </w:pPr>
      <w:r w:rsidRPr="00286820">
        <w:rPr>
          <w:b/>
          <w:noProof/>
        </w:rPr>
        <w:t xml:space="preserve">Korespondenční adresa objednatele ve věci této smlouvy je: </w:t>
      </w:r>
    </w:p>
    <w:p w:rsidR="0054209E" w:rsidRPr="00286820" w:rsidRDefault="0054209E" w:rsidP="0054209E">
      <w:pPr>
        <w:pStyle w:val="Odstavecseseznamem"/>
        <w:ind w:left="1077"/>
        <w:rPr>
          <w:noProof/>
        </w:rPr>
      </w:pPr>
      <w:r>
        <w:rPr>
          <w:noProof/>
        </w:rPr>
        <w:t>Správa železnic</w:t>
      </w:r>
      <w:r w:rsidRPr="00286820">
        <w:rPr>
          <w:noProof/>
        </w:rPr>
        <w:t>, státní organizace</w:t>
      </w:r>
    </w:p>
    <w:p w:rsidR="0054209E" w:rsidRPr="00286820" w:rsidRDefault="0054209E" w:rsidP="0054209E">
      <w:pPr>
        <w:pStyle w:val="Odstavecseseznamem"/>
        <w:ind w:left="1077"/>
        <w:rPr>
          <w:noProof/>
        </w:rPr>
      </w:pPr>
      <w:r w:rsidRPr="00286820">
        <w:rPr>
          <w:noProof/>
        </w:rPr>
        <w:t>Oblastní ředitelství Praha</w:t>
      </w:r>
    </w:p>
    <w:p w:rsidR="0054209E" w:rsidRPr="00286820" w:rsidRDefault="0054209E" w:rsidP="0054209E">
      <w:pPr>
        <w:pStyle w:val="Odstavecseseznamem"/>
        <w:ind w:left="1077"/>
        <w:contextualSpacing w:val="0"/>
        <w:rPr>
          <w:noProof/>
        </w:rPr>
      </w:pPr>
      <w:r w:rsidRPr="00286820">
        <w:rPr>
          <w:noProof/>
        </w:rPr>
        <w:t>Partyzánská 24, 170 00 Praha 7</w:t>
      </w:r>
    </w:p>
    <w:p w:rsidR="00BB02A1" w:rsidRPr="00286820" w:rsidRDefault="00BB02A1" w:rsidP="00BB02A1">
      <w:pPr>
        <w:pStyle w:val="Odstavecseseznamem"/>
        <w:spacing w:after="120"/>
        <w:ind w:left="1077"/>
        <w:rPr>
          <w:noProof/>
        </w:rPr>
      </w:pPr>
      <w:r w:rsidRPr="0032353A">
        <w:rPr>
          <w:noProof/>
        </w:rPr>
        <w:t xml:space="preserve">e-mailová adresa pro zasílání elektronické fakturace: </w:t>
      </w:r>
      <w:hyperlink r:id="rId11" w:history="1">
        <w:r w:rsidRPr="00BB02A1">
          <w:rPr>
            <w:rStyle w:val="Hypertextovodkaz"/>
          </w:rPr>
          <w:t>ePodatelnaCFUCechy@spravazeleznic.cz</w:t>
        </w:r>
      </w:hyperlink>
    </w:p>
    <w:p w:rsidR="00BB02A1" w:rsidRDefault="00BB02A1" w:rsidP="00BB02A1">
      <w:pPr>
        <w:pStyle w:val="Odstavecseseznamem"/>
        <w:spacing w:before="240"/>
        <w:ind w:left="1077"/>
        <w:contextualSpacing w:val="0"/>
        <w:rPr>
          <w:b/>
          <w:noProof/>
        </w:rPr>
      </w:pPr>
      <w:r w:rsidRPr="009F48B1">
        <w:rPr>
          <w:b/>
          <w:noProof/>
        </w:rPr>
        <w:t xml:space="preserve">č. smlouvy kupujícího: </w:t>
      </w:r>
    </w:p>
    <w:p w:rsidR="00BB02A1" w:rsidRPr="000559D6" w:rsidRDefault="00BB02A1" w:rsidP="00BB02A1">
      <w:pPr>
        <w:pStyle w:val="Odstavecseseznamem"/>
        <w:spacing w:before="120"/>
        <w:ind w:left="1077"/>
        <w:contextualSpacing w:val="0"/>
        <w:rPr>
          <w:noProof/>
        </w:rPr>
      </w:pPr>
      <w:r w:rsidRPr="00FC6F04">
        <w:rPr>
          <w:noProof/>
        </w:rPr>
        <w:t>ISPROFOND</w:t>
      </w:r>
      <w:r w:rsidRPr="007B6A7F">
        <w:rPr>
          <w:noProof/>
        </w:rPr>
        <w:t xml:space="preserve">: </w:t>
      </w:r>
      <w:r w:rsidRPr="007B6A7F">
        <w:t>500 354 0011</w:t>
      </w:r>
    </w:p>
    <w:p w:rsidR="0054209E" w:rsidRPr="009F48B1" w:rsidRDefault="0054209E" w:rsidP="0054209E">
      <w:pPr>
        <w:pStyle w:val="Odstavecseseznamem"/>
        <w:numPr>
          <w:ilvl w:val="1"/>
          <w:numId w:val="35"/>
        </w:numPr>
        <w:rPr>
          <w:b/>
          <w:noProof/>
        </w:rPr>
      </w:pPr>
      <w:r w:rsidRPr="009F48B1">
        <w:rPr>
          <w:b/>
          <w:noProof/>
        </w:rPr>
        <w:t xml:space="preserve">Prodávající:   "[VLOŽÍ PRODÁVAJÍCÍ]"  </w:t>
      </w:r>
    </w:p>
    <w:p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rsidR="0054209E" w:rsidRPr="009F48B1" w:rsidRDefault="0054209E" w:rsidP="0054209E">
      <w:pPr>
        <w:pStyle w:val="Odstavecseseznamem"/>
        <w:spacing w:before="120"/>
        <w:ind w:left="1077"/>
        <w:contextualSpacing w:val="0"/>
        <w:rPr>
          <w:noProof/>
          <w:highlight w:val="yellow"/>
        </w:rPr>
      </w:pPr>
      <w:r w:rsidRPr="009F48B1">
        <w:rPr>
          <w:noProof/>
          <w:highlight w:val="yellow"/>
        </w:rPr>
        <w:t>Bankovní účet zhotovitele:"[VLOŽÍ PRODÁVAJÍCÍ]"</w:t>
      </w:r>
    </w:p>
    <w:p w:rsidR="0054209E" w:rsidRPr="009F48B1" w:rsidRDefault="0054209E" w:rsidP="0054209E">
      <w:pPr>
        <w:pStyle w:val="Odstavecseseznamem"/>
        <w:ind w:left="1077"/>
        <w:rPr>
          <w:noProof/>
          <w:highlight w:val="yellow"/>
        </w:rPr>
      </w:pPr>
      <w:r w:rsidRPr="009F48B1">
        <w:rPr>
          <w:noProof/>
          <w:highlight w:val="yellow"/>
        </w:rPr>
        <w:t>Osoby zmocněné jednat:   "[VLOŽÍ PRODÁVAJÍCÍ]"</w:t>
      </w:r>
    </w:p>
    <w:p w:rsidR="0054209E" w:rsidRPr="009F48B1" w:rsidRDefault="0054209E" w:rsidP="0054209E">
      <w:pPr>
        <w:pStyle w:val="Odstavecseseznamem"/>
        <w:numPr>
          <w:ilvl w:val="2"/>
          <w:numId w:val="35"/>
        </w:numPr>
        <w:rPr>
          <w:noProof/>
          <w:highlight w:val="yellow"/>
        </w:rPr>
      </w:pPr>
      <w:r w:rsidRPr="009F48B1">
        <w:rPr>
          <w:noProof/>
          <w:highlight w:val="yellow"/>
        </w:rPr>
        <w:t>ve věcech smluvních: ………………., tel.: …………</w:t>
      </w:r>
    </w:p>
    <w:p w:rsidR="0054209E" w:rsidRPr="009F48B1" w:rsidRDefault="0054209E" w:rsidP="0054209E">
      <w:pPr>
        <w:pStyle w:val="Odstavecseseznamem"/>
        <w:numPr>
          <w:ilvl w:val="2"/>
          <w:numId w:val="35"/>
        </w:numPr>
        <w:rPr>
          <w:noProof/>
          <w:highlight w:val="yellow"/>
        </w:rPr>
      </w:pPr>
      <w:r w:rsidRPr="009F48B1">
        <w:rPr>
          <w:noProof/>
          <w:highlight w:val="yellow"/>
        </w:rPr>
        <w:t>ve věcech technických: ………………., tel.: …………</w:t>
      </w:r>
    </w:p>
    <w:p w:rsidR="0054209E" w:rsidRPr="009F48B1" w:rsidRDefault="0054209E" w:rsidP="0054209E">
      <w:pPr>
        <w:rPr>
          <w:rFonts w:eastAsia="Verdana" w:cs="Times New Roman"/>
          <w:b/>
          <w:bCs/>
          <w:noProof/>
        </w:rPr>
      </w:pPr>
      <w:r w:rsidRPr="009F48B1">
        <w:rPr>
          <w:rFonts w:eastAsia="Verdana" w:cs="Times New Roman"/>
          <w:b/>
          <w:bCs/>
          <w:noProof/>
        </w:rPr>
        <w:lastRenderedPageBreak/>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rsidR="0054209E" w:rsidRPr="009F48B1" w:rsidRDefault="0054209E" w:rsidP="0054209E">
      <w:pPr>
        <w:pStyle w:val="Odstavecseseznamem"/>
        <w:ind w:left="1077"/>
        <w:rPr>
          <w:noProof/>
          <w:highlight w:val="yellow"/>
        </w:rPr>
      </w:pPr>
      <w:r w:rsidRPr="009F48B1">
        <w:rPr>
          <w:noProof/>
          <w:highlight w:val="yellow"/>
        </w:rPr>
        <w:t>Korespondenční adresa zhotovitele:</w:t>
      </w:r>
    </w:p>
    <w:p w:rsidR="0054209E" w:rsidRPr="009F48B1" w:rsidRDefault="0054209E" w:rsidP="0054209E">
      <w:pPr>
        <w:pStyle w:val="Odstavecseseznamem"/>
        <w:ind w:left="1077"/>
        <w:contextualSpacing w:val="0"/>
        <w:rPr>
          <w:noProof/>
        </w:rPr>
      </w:pPr>
      <w:r w:rsidRPr="009F48B1">
        <w:rPr>
          <w:noProof/>
          <w:highlight w:val="yellow"/>
        </w:rPr>
        <w:t>"[VLOŽÍ PRODÁVAJÍCÍ]"</w:t>
      </w:r>
    </w:p>
    <w:p w:rsidR="0054209E" w:rsidRPr="00BB02A1" w:rsidRDefault="0054209E" w:rsidP="00BB02A1">
      <w:pPr>
        <w:pStyle w:val="Odstavecseseznamem"/>
        <w:spacing w:before="240"/>
        <w:ind w:left="1077"/>
        <w:contextualSpacing w:val="0"/>
        <w:rPr>
          <w:b/>
          <w:noProof/>
        </w:rPr>
      </w:pPr>
      <w:r w:rsidRPr="009B1636">
        <w:rPr>
          <w:b/>
          <w:noProof/>
          <w:highlight w:val="yellow"/>
        </w:rPr>
        <w:t>č. smlouvy prodávajícího: "[VLOŽÍ PRODÁVAJÍCÍ]"</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Výchozí podklady a předmět smlouvy</w:t>
      </w:r>
    </w:p>
    <w:p w:rsidR="0054209E" w:rsidRPr="00E51BB6" w:rsidRDefault="0054209E" w:rsidP="0054209E">
      <w:pPr>
        <w:pStyle w:val="Odstavecseseznamem"/>
        <w:numPr>
          <w:ilvl w:val="1"/>
          <w:numId w:val="35"/>
        </w:numPr>
        <w:ind w:left="1078" w:hanging="454"/>
        <w:contextualSpacing w:val="0"/>
        <w:rPr>
          <w:noProof/>
        </w:rPr>
      </w:pPr>
      <w:r w:rsidRPr="00E51BB6">
        <w:rPr>
          <w:noProof/>
        </w:rPr>
        <w:t>Smlouva bude plněna v souladu se zněním následujících dokumentů (včetně jejich příloh):</w:t>
      </w:r>
    </w:p>
    <w:p w:rsidR="0054209E" w:rsidRPr="00E51BB6" w:rsidRDefault="0054209E" w:rsidP="00DF0A18">
      <w:pPr>
        <w:pStyle w:val="Odstavecseseznamem"/>
        <w:numPr>
          <w:ilvl w:val="2"/>
          <w:numId w:val="35"/>
        </w:numPr>
        <w:rPr>
          <w:noProof/>
        </w:rPr>
      </w:pPr>
      <w:r w:rsidRPr="00E51BB6">
        <w:rPr>
          <w:noProof/>
        </w:rPr>
        <w:t xml:space="preserve">Výzva kupujícího k podání nabídky pod. č.j. </w:t>
      </w:r>
      <w:r w:rsidR="00DF0A18" w:rsidRPr="00DF0A18">
        <w:rPr>
          <w:noProof/>
        </w:rPr>
        <w:t>34978/2020-SŽ-OŘ PHA-OVZ</w:t>
      </w:r>
      <w:r w:rsidR="00DF0A18">
        <w:rPr>
          <w:noProof/>
        </w:rPr>
        <w:t xml:space="preserve"> </w:t>
      </w:r>
      <w:r w:rsidRPr="00E51BB6">
        <w:rPr>
          <w:noProof/>
        </w:rPr>
        <w:t xml:space="preserve">ze </w:t>
      </w:r>
      <w:r w:rsidRPr="00DF0A18">
        <w:rPr>
          <w:noProof/>
        </w:rPr>
        <w:t xml:space="preserve">dne </w:t>
      </w:r>
      <w:r w:rsidR="00DF0A18" w:rsidRPr="00DF0A18">
        <w:rPr>
          <w:noProof/>
        </w:rPr>
        <w:t>30</w:t>
      </w:r>
      <w:r w:rsidRPr="00DF0A18">
        <w:rPr>
          <w:noProof/>
        </w:rPr>
        <w:t xml:space="preserve">. </w:t>
      </w:r>
      <w:r w:rsidR="00DF0A18" w:rsidRPr="00DF0A18">
        <w:rPr>
          <w:noProof/>
        </w:rPr>
        <w:t>09. 2020</w:t>
      </w:r>
      <w:r w:rsidRPr="00DF0A18">
        <w:rPr>
          <w:noProof/>
        </w:rPr>
        <w:t>.</w:t>
      </w:r>
    </w:p>
    <w:p w:rsidR="0054209E" w:rsidRPr="00E51BB6" w:rsidRDefault="0054209E" w:rsidP="0054209E">
      <w:pPr>
        <w:pStyle w:val="Odstavecseseznamem"/>
        <w:numPr>
          <w:ilvl w:val="2"/>
          <w:numId w:val="35"/>
        </w:numPr>
        <w:rPr>
          <w:noProof/>
        </w:rPr>
      </w:pPr>
      <w:r w:rsidRPr="00E51BB6">
        <w:rPr>
          <w:noProof/>
        </w:rPr>
        <w:t>Nabídka prodávajícího ze dne ………………</w:t>
      </w:r>
    </w:p>
    <w:p w:rsidR="0054209E" w:rsidRPr="00E51BB6" w:rsidRDefault="0054209E" w:rsidP="0054209E">
      <w:pPr>
        <w:pStyle w:val="Odstavecseseznamem"/>
        <w:numPr>
          <w:ilvl w:val="2"/>
          <w:numId w:val="35"/>
        </w:numPr>
        <w:contextualSpacing w:val="0"/>
        <w:rPr>
          <w:noProof/>
        </w:rPr>
      </w:pPr>
      <w:r w:rsidRPr="00E51BB6">
        <w:rPr>
          <w:noProof/>
        </w:rPr>
        <w:t>Oznámení rozhodnutí kupujícího o výběru nejvýhodnější nabídky ze dne …………… pod č.j. …………………. podepsané ředitelem Oblastního ředitelství Praha na základě návrhu hodnotící komise.</w:t>
      </w:r>
    </w:p>
    <w:p w:rsidR="0054209E" w:rsidRPr="00E51BB6" w:rsidRDefault="0054209E" w:rsidP="00BB02A1">
      <w:pPr>
        <w:pStyle w:val="Odstavecseseznamem"/>
        <w:numPr>
          <w:ilvl w:val="1"/>
          <w:numId w:val="35"/>
        </w:numPr>
        <w:contextualSpacing w:val="0"/>
        <w:rPr>
          <w:noProof/>
        </w:rPr>
      </w:pPr>
      <w:r w:rsidRPr="00E51BB6">
        <w:rPr>
          <w:noProof/>
        </w:rPr>
        <w:t xml:space="preserve">Předmětem této smlouvy je </w:t>
      </w:r>
      <w:r w:rsidRPr="00BB02A1">
        <w:rPr>
          <w:noProof/>
        </w:rPr>
        <w:t xml:space="preserve">stanovení režimu dodávky </w:t>
      </w:r>
      <w:r w:rsidR="00BB02A1" w:rsidRPr="00BB02A1">
        <w:rPr>
          <w:noProof/>
        </w:rPr>
        <w:t xml:space="preserve">seřezávačky aluminotermických svarů kolejnic </w:t>
      </w:r>
      <w:r w:rsidRPr="00BB02A1">
        <w:rPr>
          <w:noProof/>
        </w:rPr>
        <w:t>(dále též zboží). Prodávající</w:t>
      </w:r>
      <w:r w:rsidRPr="00E51BB6">
        <w:rPr>
          <w:noProof/>
        </w:rPr>
        <w:t xml:space="preserve">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 </w:t>
      </w:r>
    </w:p>
    <w:p w:rsidR="0054209E" w:rsidRPr="006E6E1B" w:rsidRDefault="0054209E" w:rsidP="0054209E">
      <w:pPr>
        <w:pStyle w:val="Odstavecseseznamem"/>
        <w:numPr>
          <w:ilvl w:val="0"/>
          <w:numId w:val="35"/>
        </w:numPr>
        <w:spacing w:before="240"/>
        <w:contextualSpacing w:val="0"/>
        <w:rPr>
          <w:b/>
          <w:noProof/>
          <w:sz w:val="24"/>
          <w:szCs w:val="24"/>
        </w:rPr>
      </w:pPr>
      <w:r w:rsidRPr="006E6E1B">
        <w:rPr>
          <w:b/>
          <w:noProof/>
          <w:sz w:val="24"/>
          <w:szCs w:val="24"/>
        </w:rPr>
        <w:t>Smluvní cena, platební podmínky a fakturace</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Kupní cena předmětu smlouvy byla stanovena na základě výzvy k podání nabídky a nabídky prodávajícího jako cena závazná a </w:t>
      </w:r>
      <w:r w:rsidR="00E85046">
        <w:rPr>
          <w:noProof/>
        </w:rPr>
        <w:t>neměnná</w:t>
      </w:r>
      <w:r w:rsidRPr="00E51BB6">
        <w:rPr>
          <w:noProof/>
        </w:rPr>
        <w:t xml:space="preserve">, vycházejícím z výzvy k podání nabídky. </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Celková cena je ve výši</w:t>
      </w:r>
      <w:r w:rsidRPr="00E51BB6">
        <w:rPr>
          <w:b/>
          <w:noProof/>
          <w:highlight w:val="yellow"/>
        </w:rPr>
        <w:tab/>
        <w:t>Kč bez DPH</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DPH</w:t>
      </w:r>
      <w:r w:rsidRPr="00E51BB6">
        <w:rPr>
          <w:b/>
          <w:noProof/>
          <w:highlight w:val="yellow"/>
        </w:rPr>
        <w:tab/>
      </w:r>
    </w:p>
    <w:p w:rsidR="0054209E" w:rsidRPr="00E51BB6" w:rsidRDefault="0054209E" w:rsidP="0054209E">
      <w:pPr>
        <w:pStyle w:val="Odstavecseseznamem"/>
        <w:tabs>
          <w:tab w:val="left" w:pos="4678"/>
        </w:tabs>
        <w:ind w:left="1078"/>
        <w:contextualSpacing w:val="0"/>
        <w:rPr>
          <w:b/>
          <w:noProof/>
        </w:rPr>
      </w:pPr>
      <w:r w:rsidRPr="00E51BB6">
        <w:rPr>
          <w:b/>
          <w:noProof/>
          <w:highlight w:val="yellow"/>
        </w:rPr>
        <w:t>Celková cena s DPH</w:t>
      </w:r>
      <w:r w:rsidRPr="00E51BB6">
        <w:rPr>
          <w:b/>
          <w:noProof/>
          <w:highlight w:val="yellow"/>
        </w:rPr>
        <w:tab/>
      </w:r>
    </w:p>
    <w:p w:rsidR="0054209E" w:rsidRPr="00E51BB6" w:rsidRDefault="0054209E" w:rsidP="0054209E">
      <w:pPr>
        <w:pStyle w:val="Odstavecseseznamem"/>
        <w:ind w:left="1078"/>
        <w:contextualSpacing w:val="0"/>
        <w:rPr>
          <w:noProof/>
        </w:rPr>
      </w:pPr>
      <w:r w:rsidRPr="00E51BB6">
        <w:rPr>
          <w:noProof/>
        </w:rPr>
        <w:t xml:space="preserve">Kupující se zavazuje zaplatit prodávajícímu kupní cenu.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rsidR="00BB02A1" w:rsidRPr="00BB02A1" w:rsidRDefault="00BB02A1" w:rsidP="00BB02A1">
      <w:pPr>
        <w:pStyle w:val="Odstavecseseznamem"/>
        <w:ind w:left="1078"/>
        <w:contextualSpacing w:val="0"/>
        <w:rPr>
          <w:b/>
          <w:noProof/>
        </w:rPr>
      </w:pPr>
      <w:r w:rsidRPr="00BB02A1">
        <w:rPr>
          <w:b/>
          <w:noProof/>
        </w:rPr>
        <w:t xml:space="preserve">- TO Praha Smíchov – Ke Sklárně 8, </w:t>
      </w:r>
      <w:r>
        <w:rPr>
          <w:b/>
          <w:noProof/>
        </w:rPr>
        <w:t xml:space="preserve">150 00 Praha 5 – Smíchov, </w:t>
      </w:r>
      <w:r w:rsidRPr="00BB02A1">
        <w:rPr>
          <w:b/>
          <w:noProof/>
        </w:rPr>
        <w:t>Zdeněk S</w:t>
      </w:r>
      <w:r>
        <w:rPr>
          <w:b/>
          <w:noProof/>
        </w:rPr>
        <w:t xml:space="preserve">ábel, </w:t>
      </w:r>
      <w:r w:rsidRPr="00BB02A1">
        <w:rPr>
          <w:b/>
          <w:noProof/>
        </w:rPr>
        <w:t>tel.:</w:t>
      </w:r>
      <w:r>
        <w:rPr>
          <w:b/>
          <w:noProof/>
        </w:rPr>
        <w:t xml:space="preserve"> +420</w:t>
      </w:r>
      <w:r w:rsidRPr="00BB02A1">
        <w:rPr>
          <w:b/>
          <w:noProof/>
        </w:rPr>
        <w:t xml:space="preserve"> 725 017 342</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Pr>
          <w:noProof/>
        </w:rPr>
        <w:t>3.2</w:t>
      </w:r>
      <w:r w:rsidRPr="00E51BB6">
        <w:rPr>
          <w:noProof/>
        </w:rPr>
        <w:t xml:space="preserve"> tohoto článku. </w:t>
      </w:r>
    </w:p>
    <w:p w:rsidR="0054209E" w:rsidRPr="00E51BB6" w:rsidRDefault="0054209E" w:rsidP="0054209E">
      <w:pPr>
        <w:pStyle w:val="Odstavecseseznamem"/>
        <w:numPr>
          <w:ilvl w:val="1"/>
          <w:numId w:val="3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rsidR="0054209E" w:rsidRPr="00E51BB6" w:rsidRDefault="0054209E" w:rsidP="0054209E">
      <w:pPr>
        <w:pStyle w:val="Odstavecseseznamem"/>
        <w:numPr>
          <w:ilvl w:val="1"/>
          <w:numId w:val="35"/>
        </w:numPr>
        <w:ind w:left="1078" w:hanging="454"/>
        <w:contextualSpacing w:val="0"/>
        <w:rPr>
          <w:noProof/>
        </w:rPr>
      </w:pPr>
      <w:r w:rsidRPr="00E51BB6">
        <w:rPr>
          <w:noProof/>
        </w:rPr>
        <w:lastRenderedPageBreak/>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54209E" w:rsidRPr="00E51BB6" w:rsidRDefault="0054209E" w:rsidP="0054209E">
      <w:pPr>
        <w:pStyle w:val="Odstavecseseznamem"/>
        <w:numPr>
          <w:ilvl w:val="1"/>
          <w:numId w:val="35"/>
        </w:numPr>
        <w:ind w:left="1078" w:hanging="454"/>
        <w:contextualSpacing w:val="0"/>
        <w:rPr>
          <w:noProof/>
        </w:rPr>
      </w:pPr>
      <w:r w:rsidRPr="00E51BB6">
        <w:rPr>
          <w:noProof/>
        </w:rPr>
        <w:t>Prodávající nebude požadovat od kupujícího zálohy.</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Splatnost faktury je </w:t>
      </w:r>
      <w:r w:rsidR="00BB02A1" w:rsidRPr="007B6A7F">
        <w:rPr>
          <w:noProof/>
        </w:rPr>
        <w:t>6</w:t>
      </w:r>
      <w:r w:rsidRPr="007B6A7F">
        <w:rPr>
          <w:noProof/>
        </w:rPr>
        <w:t>0</w:t>
      </w:r>
      <w:r w:rsidRPr="00E51BB6">
        <w:rPr>
          <w:noProof/>
        </w:rPr>
        <w:t xml:space="preserve"> dnů ode dne doručení kupujícímu.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Označení kupujícího na faktuře je: </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státní organizace</w:t>
      </w:r>
    </w:p>
    <w:p w:rsidR="0054209E" w:rsidRPr="00E51BB6" w:rsidRDefault="0054209E" w:rsidP="0054209E">
      <w:pPr>
        <w:pStyle w:val="Odstavecseseznamem"/>
        <w:spacing w:after="0"/>
        <w:ind w:left="1078"/>
        <w:contextualSpacing w:val="0"/>
        <w:rPr>
          <w:noProof/>
        </w:rPr>
      </w:pPr>
      <w:r w:rsidRPr="00E51BB6">
        <w:rPr>
          <w:noProof/>
        </w:rPr>
        <w:t>se sídlem: Praha 1 - Nové Město, Dlážděná 1003/7, PSČ 110 00</w:t>
      </w:r>
    </w:p>
    <w:p w:rsidR="0054209E" w:rsidRPr="00E51BB6" w:rsidRDefault="0054209E" w:rsidP="0054209E">
      <w:pPr>
        <w:pStyle w:val="Odstavecseseznamem"/>
        <w:ind w:left="1078"/>
        <w:contextualSpacing w:val="0"/>
        <w:rPr>
          <w:noProof/>
        </w:rPr>
      </w:pPr>
      <w:r w:rsidRPr="00E51BB6">
        <w:rPr>
          <w:noProof/>
        </w:rPr>
        <w:t xml:space="preserve">IČ: 709 94 234, DIČ: CZ70994234  </w:t>
      </w:r>
    </w:p>
    <w:p w:rsidR="00BB02A1" w:rsidRPr="00BB02A1" w:rsidRDefault="00BB02A1" w:rsidP="00BB02A1">
      <w:pPr>
        <w:ind w:left="1078"/>
        <w:rPr>
          <w:noProof/>
        </w:rPr>
      </w:pPr>
      <w:r w:rsidRPr="00BB02A1">
        <w:rPr>
          <w:noProof/>
        </w:rPr>
        <w:t>Faktury budou doručovány na tuto adresu:</w:t>
      </w:r>
    </w:p>
    <w:p w:rsidR="00BB02A1" w:rsidRPr="00BB02A1" w:rsidRDefault="00BB02A1" w:rsidP="00BB02A1">
      <w:pPr>
        <w:spacing w:after="0"/>
        <w:ind w:left="1078"/>
        <w:rPr>
          <w:b/>
          <w:noProof/>
        </w:rPr>
      </w:pPr>
      <w:r w:rsidRPr="00BB02A1">
        <w:rPr>
          <w:b/>
          <w:noProof/>
        </w:rPr>
        <w:t>Správa železnic, státní organizace Centrální finanční účtárna Čechy</w:t>
      </w:r>
    </w:p>
    <w:p w:rsidR="00BB02A1" w:rsidRPr="00BB02A1" w:rsidRDefault="00BB02A1" w:rsidP="00BB02A1">
      <w:pPr>
        <w:spacing w:after="0"/>
        <w:ind w:left="1078"/>
        <w:rPr>
          <w:noProof/>
        </w:rPr>
      </w:pPr>
      <w:r w:rsidRPr="00BB02A1">
        <w:rPr>
          <w:noProof/>
        </w:rPr>
        <w:t>se sídlem: Náměstí Jana Pernera 217, 530 02 Pardubice</w:t>
      </w:r>
    </w:p>
    <w:p w:rsidR="00BB02A1" w:rsidRPr="00BB02A1" w:rsidRDefault="00BB02A1" w:rsidP="00BB02A1">
      <w:pPr>
        <w:spacing w:after="0"/>
        <w:ind w:left="1077"/>
        <w:rPr>
          <w:noProof/>
        </w:rPr>
      </w:pPr>
    </w:p>
    <w:p w:rsidR="00BB02A1" w:rsidRPr="00BB02A1" w:rsidRDefault="00BB02A1" w:rsidP="00BB02A1">
      <w:pPr>
        <w:ind w:left="1078"/>
        <w:rPr>
          <w:noProof/>
        </w:rPr>
      </w:pPr>
      <w:r w:rsidRPr="00BB02A1">
        <w:rPr>
          <w:noProof/>
        </w:rPr>
        <w:t xml:space="preserve">Nebo ve formátu PDF e-mailem na: </w:t>
      </w:r>
      <w:hyperlink r:id="rId12" w:history="1">
        <w:r w:rsidRPr="00BB02A1">
          <w:rPr>
            <w:noProof/>
            <w:color w:val="0563C1" w:themeColor="hyperlink"/>
            <w:u w:val="single"/>
          </w:rPr>
          <w:t>ePodatelnaCFUCechy@spravazeleznic.cz</w:t>
        </w:r>
      </w:hyperlink>
      <w:r w:rsidRPr="00BB02A1">
        <w:rPr>
          <w:noProof/>
        </w:rPr>
        <w:t xml:space="preserve"> </w:t>
      </w:r>
    </w:p>
    <w:p w:rsidR="00BB02A1" w:rsidRPr="00BB02A1" w:rsidRDefault="00BB02A1" w:rsidP="00BB02A1">
      <w:pPr>
        <w:ind w:left="1078"/>
        <w:rPr>
          <w:noProof/>
        </w:rPr>
      </w:pPr>
      <w:r w:rsidRPr="00BB02A1">
        <w:rPr>
          <w:noProof/>
        </w:rPr>
        <w:t xml:space="preserve">Preferovaný způsob doručování je na výše uvedenou emailovou adresu. </w:t>
      </w:r>
    </w:p>
    <w:p w:rsidR="00BB02A1" w:rsidRPr="00BB02A1" w:rsidRDefault="00BB02A1" w:rsidP="00BB02A1">
      <w:pPr>
        <w:spacing w:after="120"/>
        <w:ind w:left="1077"/>
        <w:rPr>
          <w:noProof/>
        </w:rPr>
      </w:pPr>
      <w:r w:rsidRPr="00BB02A1">
        <w:rPr>
          <w:noProof/>
        </w:rPr>
        <w:t>Korespondence a jiné dokumenty v listinné podobě budou doručovány na adresu:</w:t>
      </w:r>
    </w:p>
    <w:p w:rsidR="00BB02A1" w:rsidRPr="00BB02A1" w:rsidRDefault="00BB02A1" w:rsidP="00BB02A1">
      <w:pPr>
        <w:spacing w:after="0"/>
        <w:ind w:left="1078"/>
        <w:rPr>
          <w:b/>
          <w:noProof/>
        </w:rPr>
      </w:pPr>
      <w:r w:rsidRPr="00BB02A1">
        <w:rPr>
          <w:b/>
          <w:noProof/>
        </w:rPr>
        <w:t xml:space="preserve">Správa železnic, státní organizace </w:t>
      </w:r>
    </w:p>
    <w:p w:rsidR="00BB02A1" w:rsidRPr="00BB02A1" w:rsidRDefault="00BB02A1" w:rsidP="00BB02A1">
      <w:pPr>
        <w:spacing w:after="0"/>
        <w:ind w:left="1078"/>
        <w:rPr>
          <w:noProof/>
        </w:rPr>
      </w:pPr>
      <w:r w:rsidRPr="00BB02A1">
        <w:rPr>
          <w:noProof/>
        </w:rPr>
        <w:t xml:space="preserve">Oblastní ředitelství Praha                                            </w:t>
      </w:r>
    </w:p>
    <w:p w:rsidR="00BB02A1" w:rsidRPr="00BB02A1" w:rsidRDefault="00BB02A1" w:rsidP="00BB02A1">
      <w:pPr>
        <w:ind w:left="1078"/>
        <w:rPr>
          <w:noProof/>
        </w:rPr>
      </w:pPr>
      <w:r w:rsidRPr="00BB02A1">
        <w:rPr>
          <w:noProof/>
        </w:rPr>
        <w:t>Partyzánská 24, 170 00 Praha 7</w:t>
      </w:r>
    </w:p>
    <w:p w:rsidR="0054209E" w:rsidRPr="00E51BB6" w:rsidRDefault="0054209E" w:rsidP="0054209E">
      <w:pPr>
        <w:pStyle w:val="Odstavecseseznamem"/>
        <w:ind w:left="1078"/>
        <w:contextualSpacing w:val="0"/>
        <w:rPr>
          <w:noProof/>
        </w:rPr>
      </w:pPr>
      <w:r w:rsidRPr="00E51BB6">
        <w:rPr>
          <w:noProof/>
        </w:rPr>
        <w:t>Tato adresa je i adresou pro doručování jakékoliv korespondence mezi smluvními stranami.</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Prodávající se výslovně zavazuje neprovádět jednostranné zápočty vůči jakémukoli závazku kupujícího a nepostupovat své pohledávky a závazky plynoucí z této smlouvy třetím osobám bez souhlasu druhé smluvní strany.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že faktura bude vystavena neoprávněně, s nesprávnými údaji nebo nebude obsahovat některé náležitosti dle příslušných ustanovení zákona č. 235/2004 Sb., o dani z přidané hodnoty, a této Smlouvy a jejích příloh, bude kupující oprávněn vrátit takovou fakturu bez zbytečného odkladu prodávajícímu zpět bez proplacení k opravě či doplnění, s uvedením důvodu jejího vrácení. Nová lhůta splatnosti počne poté běžet dnem vystavení a odeslání opravené faktury.</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prodlení s termínem úhrady faktury, může prodávající požadovat po kupujícím uhrazení úroku z prodlení ve výši dle platných a účinných právních předpisů České republiky a dle data zdanitelného plnění.</w:t>
      </w:r>
    </w:p>
    <w:p w:rsidR="0054209E" w:rsidRDefault="0054209E" w:rsidP="0054209E">
      <w:pPr>
        <w:pStyle w:val="Odstavecseseznamem"/>
        <w:numPr>
          <w:ilvl w:val="1"/>
          <w:numId w:val="35"/>
        </w:numPr>
        <w:ind w:left="1078" w:hanging="454"/>
        <w:contextualSpacing w:val="0"/>
        <w:rPr>
          <w:noProof/>
        </w:rPr>
      </w:pPr>
      <w:r w:rsidRPr="00E51BB6">
        <w:rPr>
          <w:noProof/>
        </w:rPr>
        <w:t>Zaplacením se pro účely této Smlouvy rozumí den odepsání příslušné částky z účtu kupujícího.</w:t>
      </w:r>
    </w:p>
    <w:p w:rsidR="007B6A7F" w:rsidRPr="00E51BB6" w:rsidRDefault="007B6A7F" w:rsidP="007B6A7F">
      <w:pPr>
        <w:pStyle w:val="Odstavecseseznamem"/>
        <w:ind w:left="1078"/>
        <w:contextualSpacing w:val="0"/>
        <w:rPr>
          <w:noProof/>
        </w:rPr>
      </w:pP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lastRenderedPageBreak/>
        <w:t>Dodací podmínky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Zboží bude kupujícímu dodáno v kupujícího termínu dle čl. </w:t>
      </w:r>
      <w:r>
        <w:rPr>
          <w:noProof/>
        </w:rPr>
        <w:t>5</w:t>
      </w:r>
      <w:r w:rsidRPr="007B581F">
        <w:rPr>
          <w:noProof/>
        </w:rPr>
        <w:t xml:space="preserve"> této smlouvy za podmínek uvedených v této smlouvě. </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rsidR="0054209E" w:rsidRDefault="0054209E" w:rsidP="0054209E">
      <w:pPr>
        <w:pStyle w:val="Odstavecseseznamem"/>
        <w:numPr>
          <w:ilvl w:val="1"/>
          <w:numId w:val="3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rsidR="0054209E" w:rsidRPr="007B581F" w:rsidRDefault="0054209E" w:rsidP="0054209E">
      <w:pPr>
        <w:pStyle w:val="Odstavecseseznamem"/>
        <w:numPr>
          <w:ilvl w:val="1"/>
          <w:numId w:val="35"/>
        </w:numPr>
        <w:ind w:left="1078" w:hanging="454"/>
        <w:contextualSpacing w:val="0"/>
        <w:rPr>
          <w:noProof/>
        </w:rPr>
      </w:pPr>
      <w:r w:rsidRPr="001B0C05">
        <w:rPr>
          <w:noProof/>
        </w:rPr>
        <w:t>Nebezpečí škody na zboží přechází na kupujícího v okamžiku převzetí zboží kupujícím.</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Termíny plnění</w:t>
      </w:r>
    </w:p>
    <w:p w:rsidR="0054209E" w:rsidRPr="007B581F" w:rsidRDefault="0054209E" w:rsidP="00BB02A1">
      <w:pPr>
        <w:pStyle w:val="Odstavecseseznamem"/>
        <w:numPr>
          <w:ilvl w:val="1"/>
          <w:numId w:val="35"/>
        </w:numPr>
        <w:contextualSpacing w:val="0"/>
        <w:rPr>
          <w:noProof/>
        </w:rPr>
      </w:pPr>
      <w:r w:rsidRPr="007B581F">
        <w:rPr>
          <w:noProof/>
        </w:rPr>
        <w:t xml:space="preserve">Prodávající se </w:t>
      </w:r>
      <w:r w:rsidRPr="00BB02A1">
        <w:rPr>
          <w:noProof/>
        </w:rPr>
        <w:t>zavazuje dodat zboží</w:t>
      </w:r>
      <w:r w:rsidR="005444D1">
        <w:rPr>
          <w:noProof/>
        </w:rPr>
        <w:t xml:space="preserve"> v dohodnutém termínu </w:t>
      </w:r>
      <w:bookmarkStart w:id="1" w:name="_GoBack"/>
      <w:bookmarkEnd w:id="1"/>
      <w:r w:rsidRPr="00BB02A1">
        <w:rPr>
          <w:noProof/>
        </w:rPr>
        <w:t xml:space="preserve">nejpozději do </w:t>
      </w:r>
      <w:r w:rsidR="00BB02A1" w:rsidRPr="00BB02A1">
        <w:rPr>
          <w:b/>
          <w:noProof/>
        </w:rPr>
        <w:t>30. 11. 2020</w:t>
      </w:r>
      <w:r w:rsidR="00BB02A1" w:rsidRPr="00BB02A1">
        <w:rPr>
          <w:noProof/>
        </w:rPr>
        <w:t>.</w:t>
      </w:r>
    </w:p>
    <w:p w:rsidR="0054209E" w:rsidRPr="007B581F" w:rsidRDefault="00BB02A1" w:rsidP="00BB02A1">
      <w:pPr>
        <w:pStyle w:val="Odstavecseseznamem"/>
        <w:numPr>
          <w:ilvl w:val="1"/>
          <w:numId w:val="35"/>
        </w:numPr>
        <w:contextualSpacing w:val="0"/>
        <w:rPr>
          <w:noProof/>
        </w:rPr>
      </w:pPr>
      <w:r>
        <w:rPr>
          <w:noProof/>
        </w:rPr>
        <w:t xml:space="preserve">Předání seřezávačky aluminotermických svárů kolejnic </w:t>
      </w:r>
      <w:r w:rsidRPr="00BB02A1">
        <w:rPr>
          <w:noProof/>
        </w:rPr>
        <w:t>od dodavatele objednavateli proběhne na TO Praha Smíchov, Ke sklárně 8</w:t>
      </w:r>
      <w:r>
        <w:rPr>
          <w:noProof/>
        </w:rPr>
        <w:t>, 150 00 Praha 5 – Smíchov.</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pokut</w:t>
      </w:r>
      <w:r>
        <w:rPr>
          <w:b/>
          <w:noProof/>
          <w:sz w:val="24"/>
          <w:szCs w:val="24"/>
        </w:rPr>
        <w:t>y</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rsidR="0054209E"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rsidR="0054209E" w:rsidRPr="007B581F"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rsidR="0054209E" w:rsidRPr="007B581F" w:rsidRDefault="0054209E" w:rsidP="0054209E">
      <w:pPr>
        <w:pStyle w:val="Odstavecseseznamem"/>
        <w:numPr>
          <w:ilvl w:val="1"/>
          <w:numId w:val="3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pokuta je splatná ve lhůtě 30 dnů, ode dne doručení písemné výzvy kupujícího prodávajícímu. </w:t>
      </w:r>
    </w:p>
    <w:p w:rsidR="0054209E" w:rsidRPr="007B581F" w:rsidRDefault="0054209E" w:rsidP="0054209E">
      <w:pPr>
        <w:pStyle w:val="Odstavecseseznamem"/>
        <w:numPr>
          <w:ilvl w:val="1"/>
          <w:numId w:val="35"/>
        </w:numPr>
        <w:contextualSpacing w:val="0"/>
        <w:rPr>
          <w:noProof/>
        </w:rPr>
      </w:pPr>
      <w:r w:rsidRPr="00904508">
        <w:rPr>
          <w:noProof/>
        </w:rPr>
        <w:lastRenderedPageBreak/>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rsidR="0054209E" w:rsidRDefault="0054209E" w:rsidP="0054209E">
      <w:pPr>
        <w:pStyle w:val="Odstavecseseznamem"/>
        <w:numPr>
          <w:ilvl w:val="1"/>
          <w:numId w:val="3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rsidR="0054209E" w:rsidRPr="007B581F" w:rsidRDefault="0054209E" w:rsidP="0054209E">
      <w:pPr>
        <w:pStyle w:val="Odstavecseseznamem"/>
        <w:ind w:left="1077"/>
        <w:rPr>
          <w:noProof/>
        </w:rPr>
      </w:pPr>
    </w:p>
    <w:p w:rsidR="0054209E" w:rsidRPr="007B581F" w:rsidRDefault="0054209E" w:rsidP="0054209E">
      <w:pPr>
        <w:pStyle w:val="Odstavecseseznamem"/>
        <w:numPr>
          <w:ilvl w:val="1"/>
          <w:numId w:val="3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Záruka, odpovědnost za vady</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dodat zboží v kvalitě odpovídající technickým a technologickým podmínkám garantovanými výrobcem zboží.</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Vadou se rozumí odchylka od množství, druhu či kvalitativních podmínek zboží nebo </w:t>
      </w:r>
      <w:r w:rsidRPr="007B581F">
        <w:rPr>
          <w:noProof/>
        </w:rPr>
        <w:t>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w:t>
      </w:r>
      <w:r>
        <w:rPr>
          <w:noProof/>
        </w:rPr>
        <w:t> odst. 7.4</w:t>
      </w:r>
      <w:r w:rsidRPr="007B581F">
        <w:rPr>
          <w:noProof/>
        </w:rPr>
        <w:t xml:space="preserve"> tohoto článku. </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rsidR="0054209E" w:rsidRPr="007B581F" w:rsidRDefault="0054209E" w:rsidP="00D7414C">
      <w:pPr>
        <w:pStyle w:val="Odstavecseseznamem"/>
        <w:numPr>
          <w:ilvl w:val="1"/>
          <w:numId w:val="35"/>
        </w:numPr>
        <w:spacing w:after="0"/>
        <w:ind w:left="1078" w:hanging="454"/>
        <w:contextualSpacing w:val="0"/>
        <w:rPr>
          <w:noProof/>
        </w:rPr>
      </w:pPr>
      <w:r w:rsidRPr="007B581F">
        <w:rPr>
          <w:noProof/>
        </w:rPr>
        <w:t xml:space="preserve">Prodávající poskytuje kupujícímu na dodávané zboží záruční </w:t>
      </w:r>
      <w:r w:rsidRPr="00BB02A1">
        <w:rPr>
          <w:noProof/>
        </w:rPr>
        <w:t xml:space="preserve">dobu </w:t>
      </w:r>
      <w:r w:rsidRPr="00BB02A1">
        <w:rPr>
          <w:b/>
          <w:noProof/>
        </w:rPr>
        <w:t>24 měsíců.</w:t>
      </w:r>
      <w:r w:rsidRPr="007B581F">
        <w:rPr>
          <w:noProof/>
        </w:rPr>
        <w:t xml:space="preserve"> Záruční doba začíná běžet dnem, předání a převzetí zboží. Dnem převzetí zboží rovněž dochází k přechodu vlastnického práva na kupujícího. </w:t>
      </w:r>
    </w:p>
    <w:p w:rsidR="0054209E" w:rsidRPr="007B581F" w:rsidRDefault="0054209E" w:rsidP="0054209E">
      <w:pPr>
        <w:pStyle w:val="Odstavecseseznamem"/>
        <w:ind w:left="1078"/>
        <w:contextualSpacing w:val="0"/>
        <w:rPr>
          <w:noProof/>
        </w:rPr>
      </w:pPr>
      <w:r w:rsidRPr="007B581F">
        <w:rPr>
          <w:noProof/>
        </w:rPr>
        <w:t xml:space="preserve">Podmínkou uznání záruky je dodržení skladovacích podmínek stanovených prodávajícím. </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při uplatnění práva z vadného plnění oprávněn reklamovat:</w:t>
      </w:r>
    </w:p>
    <w:p w:rsidR="0054209E" w:rsidRPr="0019340A" w:rsidRDefault="0054209E" w:rsidP="0054209E">
      <w:pPr>
        <w:numPr>
          <w:ilvl w:val="1"/>
          <w:numId w:val="36"/>
        </w:numPr>
        <w:spacing w:after="0"/>
        <w:rPr>
          <w:color w:val="000000"/>
        </w:rPr>
      </w:pPr>
      <w:r w:rsidRPr="0019340A">
        <w:rPr>
          <w:color w:val="000000"/>
        </w:rPr>
        <w:t>vady a množství při převzetí;</w:t>
      </w:r>
    </w:p>
    <w:p w:rsidR="0054209E" w:rsidRPr="0019340A" w:rsidRDefault="0054209E" w:rsidP="0054209E">
      <w:pPr>
        <w:numPr>
          <w:ilvl w:val="1"/>
          <w:numId w:val="36"/>
        </w:numPr>
        <w:spacing w:after="0"/>
        <w:rPr>
          <w:color w:val="000000"/>
        </w:rPr>
      </w:pPr>
      <w:r w:rsidRPr="0019340A">
        <w:rPr>
          <w:color w:val="000000"/>
        </w:rPr>
        <w:t>zjevné vady do 7 dnů po převzetí;</w:t>
      </w:r>
    </w:p>
    <w:p w:rsidR="0054209E" w:rsidRPr="0019340A" w:rsidRDefault="0054209E" w:rsidP="0054209E">
      <w:pPr>
        <w:numPr>
          <w:ilvl w:val="1"/>
          <w:numId w:val="36"/>
        </w:numPr>
        <w:spacing w:after="0"/>
        <w:rPr>
          <w:color w:val="000000"/>
        </w:rPr>
      </w:pPr>
      <w:r w:rsidRPr="0019340A">
        <w:rPr>
          <w:color w:val="000000"/>
        </w:rPr>
        <w:t>skryté vady do 7 dnů od zjištění kvalitativní vady, nejpozději však 2 měsíce od převzetí zboží;</w:t>
      </w:r>
    </w:p>
    <w:p w:rsidR="0054209E" w:rsidRPr="0019340A" w:rsidRDefault="0054209E" w:rsidP="0054209E">
      <w:pPr>
        <w:numPr>
          <w:ilvl w:val="1"/>
          <w:numId w:val="36"/>
        </w:numPr>
        <w:spacing w:after="0"/>
        <w:rPr>
          <w:color w:val="000000"/>
        </w:rPr>
      </w:pPr>
      <w:r w:rsidRPr="0019340A">
        <w:rPr>
          <w:color w:val="000000"/>
        </w:rPr>
        <w:t>prodávající je povinen činit neprodleně opatření k odstranění vytknutých závad;</w:t>
      </w:r>
    </w:p>
    <w:p w:rsidR="0054209E" w:rsidRPr="0019340A" w:rsidRDefault="0054209E" w:rsidP="0054209E">
      <w:pPr>
        <w:numPr>
          <w:ilvl w:val="1"/>
          <w:numId w:val="36"/>
        </w:numPr>
        <w:rPr>
          <w:color w:val="000000"/>
        </w:rPr>
      </w:pPr>
      <w:r w:rsidRPr="0019340A">
        <w:rPr>
          <w:color w:val="000000"/>
        </w:rPr>
        <w:t xml:space="preserve">za přiměřenou lhůtu k odstranění vady se považuje lhůta 30 dnů.    </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strany se dohodly pro případ vady předmětu plnění, že po dobu záruční doby má kupující právo a prodávající povinnost bezplatného odstranění vady, a to </w:t>
      </w:r>
      <w:r w:rsidRPr="007B581F">
        <w:rPr>
          <w:noProof/>
        </w:rPr>
        <w:lastRenderedPageBreak/>
        <w:t>pouze formou dodání náhradního bezvadného zboží či jednotlivých komponentů, a to v termínu do 30 dnů ode dne uznání reklamace. Náklady spojené se zpětnou přepravou vadného zboží a dodáním nového bezvadného zboží nese prodávající.</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neodpovídá za škody vzniklé neodbornou manipulací se zbožím či s jeho nesprávným skladováním a zacházením.</w:t>
      </w:r>
    </w:p>
    <w:p w:rsidR="0054209E" w:rsidRPr="006E6E1B" w:rsidRDefault="0054209E" w:rsidP="0054209E">
      <w:pPr>
        <w:pStyle w:val="Odstavecseseznamem"/>
        <w:numPr>
          <w:ilvl w:val="0"/>
          <w:numId w:val="35"/>
        </w:numPr>
        <w:contextualSpacing w:val="0"/>
        <w:rPr>
          <w:b/>
          <w:noProof/>
          <w:sz w:val="24"/>
          <w:szCs w:val="24"/>
        </w:rPr>
      </w:pPr>
      <w:r>
        <w:rPr>
          <w:b/>
          <w:noProof/>
          <w:sz w:val="24"/>
          <w:szCs w:val="24"/>
        </w:rPr>
        <w:t>Odstoupení od smlouvy, výpověď</w:t>
      </w:r>
      <w:r w:rsidRPr="006E6E1B">
        <w:rPr>
          <w:b/>
          <w:noProof/>
          <w:sz w:val="24"/>
          <w:szCs w:val="24"/>
        </w:rPr>
        <w:t>, pojištění</w:t>
      </w:r>
    </w:p>
    <w:p w:rsidR="0054209E" w:rsidRPr="001B0C05" w:rsidRDefault="0054209E" w:rsidP="0054209E">
      <w:pPr>
        <w:pStyle w:val="Odstavecseseznamem"/>
        <w:numPr>
          <w:ilvl w:val="1"/>
          <w:numId w:val="35"/>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rsidR="0054209E" w:rsidRPr="001B0C05" w:rsidRDefault="0054209E" w:rsidP="0054209E">
      <w:pPr>
        <w:pStyle w:val="Odstavecseseznamem"/>
        <w:numPr>
          <w:ilvl w:val="2"/>
          <w:numId w:val="35"/>
        </w:numPr>
        <w:contextualSpacing w:val="0"/>
        <w:rPr>
          <w:noProof/>
        </w:rPr>
      </w:pPr>
      <w:r w:rsidRPr="001B0C05">
        <w:rPr>
          <w:noProof/>
        </w:rPr>
        <w:t>prodlení kupujícího s úhradou kupní ceny delší než 30 dnů po lhůtě splatnosti,</w:t>
      </w:r>
    </w:p>
    <w:p w:rsidR="0054209E" w:rsidRPr="001B0C05" w:rsidRDefault="0054209E" w:rsidP="0054209E">
      <w:pPr>
        <w:pStyle w:val="Odstavecseseznamem"/>
        <w:numPr>
          <w:ilvl w:val="2"/>
          <w:numId w:val="35"/>
        </w:numPr>
        <w:contextualSpacing w:val="0"/>
        <w:rPr>
          <w:noProof/>
        </w:rPr>
      </w:pPr>
      <w:r w:rsidRPr="001B0C05">
        <w:rPr>
          <w:noProof/>
        </w:rPr>
        <w:t>prodlení prodávajícího s dodávkou zboží delší než 7 dnů po  termínu dodání zboží.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Závěrečn</w:t>
      </w:r>
      <w:r>
        <w:rPr>
          <w:b/>
          <w:noProof/>
          <w:sz w:val="24"/>
          <w:szCs w:val="24"/>
        </w:rPr>
        <w:t>á</w:t>
      </w:r>
      <w:r w:rsidRPr="006E6E1B">
        <w:rPr>
          <w:b/>
          <w:noProof/>
          <w:sz w:val="24"/>
          <w:szCs w:val="24"/>
        </w:rPr>
        <w:t xml:space="preserve"> ujednání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Nestanoví-li tato smlouva jinak, platí v ostatním ustanovení zákona č. 89/2012 Sb., občanský zákoník. </w:t>
      </w:r>
    </w:p>
    <w:p w:rsidR="0054209E" w:rsidRPr="001B0C05" w:rsidRDefault="0054209E" w:rsidP="0054209E">
      <w:pPr>
        <w:pStyle w:val="Odstavecseseznamem"/>
        <w:numPr>
          <w:ilvl w:val="1"/>
          <w:numId w:val="35"/>
        </w:numPr>
        <w:ind w:left="1078" w:hanging="454"/>
        <w:contextualSpacing w:val="0"/>
        <w:rPr>
          <w:noProof/>
        </w:rPr>
      </w:pPr>
      <w:r w:rsidRPr="001B0C05">
        <w:rPr>
          <w:noProof/>
        </w:rPr>
        <w:t>Veškeré případné změny a doplňky této smlouvy lze provádět pouze vzestupně číslovanými písemnými dodatky, podepsanými oprávněnými zástupci obou stran.</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se řídí českým právem. Případné spory z této smlouvy budou v prvé řadě řešeny dohodou. V případě, že nebude dosaženo dohody, spory budou projednány před místně a věcně příslušným soudem ČR.</w:t>
      </w:r>
    </w:p>
    <w:p w:rsidR="0054209E" w:rsidRPr="001B0C05" w:rsidRDefault="001B0D20" w:rsidP="0054209E">
      <w:pPr>
        <w:pStyle w:val="Odstavecseseznamem"/>
        <w:numPr>
          <w:ilvl w:val="1"/>
          <w:numId w:val="35"/>
        </w:numPr>
        <w:ind w:left="1078" w:hanging="454"/>
        <w:contextualSpacing w:val="0"/>
        <w:rPr>
          <w:noProof/>
        </w:rPr>
      </w:pPr>
      <w:r>
        <w:rPr>
          <w:noProof/>
        </w:rPr>
        <w:t xml:space="preserve">Tato smlouva byla vypracována ve </w:t>
      </w:r>
      <w:r w:rsidRPr="001B0D20">
        <w:rPr>
          <w:noProof/>
          <w:highlight w:val="yellow"/>
        </w:rPr>
        <w:t>třech</w:t>
      </w:r>
      <w:r w:rsidR="0054209E" w:rsidRPr="001B0C05">
        <w:rPr>
          <w:noProof/>
        </w:rPr>
        <w:t xml:space="preserve"> vyhotovení s příslušnými  přílohami, které jsou její nedílnou součástí. </w:t>
      </w:r>
      <w:r w:rsidR="0054209E" w:rsidRPr="00412883">
        <w:rPr>
          <w:noProof/>
          <w:highlight w:val="yellow"/>
        </w:rPr>
        <w:t>Jedno</w:t>
      </w:r>
      <w:r>
        <w:rPr>
          <w:noProof/>
        </w:rPr>
        <w:t xml:space="preserve"> paré obdrží prodávající, 2</w:t>
      </w:r>
      <w:r w:rsidR="0054209E" w:rsidRPr="001B0C05">
        <w:rPr>
          <w:noProof/>
        </w:rPr>
        <w:t xml:space="preserve"> paré kupující.</w:t>
      </w:r>
    </w:p>
    <w:p w:rsidR="0054209E" w:rsidRPr="001B0C05" w:rsidRDefault="0054209E" w:rsidP="0054209E">
      <w:pPr>
        <w:pStyle w:val="Odstavecseseznamem"/>
        <w:numPr>
          <w:ilvl w:val="1"/>
          <w:numId w:val="35"/>
        </w:numPr>
        <w:ind w:left="1078" w:hanging="454"/>
        <w:contextualSpacing w:val="0"/>
        <w:rPr>
          <w:noProof/>
        </w:rPr>
      </w:pPr>
      <w:r w:rsidRPr="001B0C05">
        <w:rPr>
          <w:noProof/>
        </w:rPr>
        <w:t>Prodávající prohlašuje, že souhlasí, aby kupující, pokud to bude nezbytné, použil jeho osobní ú</w:t>
      </w:r>
      <w:r w:rsidR="00070776">
        <w:rPr>
          <w:noProof/>
        </w:rPr>
        <w:t>daje v souladu se zákonem č. 110/2019</w:t>
      </w:r>
      <w:r w:rsidRPr="001B0C05">
        <w:rPr>
          <w:noProof/>
        </w:rPr>
        <w:t xml:space="preserve"> Sb. o</w:t>
      </w:r>
      <w:r w:rsidR="00070776">
        <w:rPr>
          <w:noProof/>
        </w:rPr>
        <w:t xml:space="preserve"> zpracování</w:t>
      </w:r>
      <w:r w:rsidRPr="001B0C05">
        <w:rPr>
          <w:noProof/>
        </w:rPr>
        <w:t xml:space="preserve"> osobních údajů v platném znění, pro účely sepsání této smlouvy a jejich zpracování v systému SAP.</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w:t>
      </w:r>
      <w:r w:rsidRPr="001B0C05">
        <w:rPr>
          <w:noProof/>
        </w:rPr>
        <w:lastRenderedPageBreak/>
        <w:t>likvidací nebo bez likvidace, kdy práva a povinnosti podle obecně závazných právních předpisů přecházejí na právního nástupce smluvní strany.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nejsou oprávněny bez předchozího písemného souhlasu druhé strany převést na jinou osobu práva, povinnosti a závazky vyplývající z této smlouvy.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54209E" w:rsidRPr="001B0C05" w:rsidRDefault="0054209E" w:rsidP="0054209E">
      <w:pPr>
        <w:pStyle w:val="Odstavecseseznamem"/>
        <w:numPr>
          <w:ilvl w:val="1"/>
          <w:numId w:val="35"/>
        </w:numPr>
        <w:ind w:left="1078" w:hanging="454"/>
        <w:contextualSpacing w:val="0"/>
        <w:rPr>
          <w:noProof/>
        </w:rPr>
      </w:pPr>
      <w:r w:rsidRPr="001B0C05">
        <w:rPr>
          <w:noProof/>
        </w:rPr>
        <w:t>V souladu s § 1740 odst. 3 zákona č. 89/2012 Sb., občanský zákoník, kupující nepřipouští přijetí návrhu na uzavření smlouvy s dodatkem nebo odchylkou, s čímž druhá smluvní strana podpisem této smlouvy souhlasí.</w:t>
      </w:r>
    </w:p>
    <w:p w:rsidR="0054209E" w:rsidRPr="001B0C05" w:rsidRDefault="005D21B3" w:rsidP="0054209E">
      <w:pPr>
        <w:pStyle w:val="Odstavecseseznamem"/>
        <w:numPr>
          <w:ilvl w:val="1"/>
          <w:numId w:val="35"/>
        </w:numPr>
        <w:ind w:left="1078" w:hanging="454"/>
        <w:contextualSpacing w:val="0"/>
        <w:rPr>
          <w:noProof/>
        </w:rPr>
      </w:pPr>
      <w:r w:rsidRPr="005D21B3">
        <w:rPr>
          <w:noProof/>
        </w:rPr>
        <w:t>Správa železnic</w:t>
      </w:r>
      <w:r w:rsidR="0054209E" w:rsidRPr="001B0C05">
        <w:rPr>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5D21B3">
        <w:rPr>
          <w:noProof/>
        </w:rPr>
        <w:t>Správa železnic</w:t>
      </w:r>
      <w:r w:rsidR="0054209E" w:rsidRPr="001B0C05">
        <w:rPr>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5D21B3">
        <w:rPr>
          <w:noProof/>
        </w:rPr>
        <w:t>Správa železnic</w:t>
      </w:r>
      <w:r w:rsidRPr="001B0C05">
        <w:rPr>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5D21B3">
        <w:rPr>
          <w:noProof/>
        </w:rPr>
        <w:t>Správ</w:t>
      </w:r>
      <w:r w:rsidR="005D21B3">
        <w:rPr>
          <w:noProof/>
        </w:rPr>
        <w:t>y</w:t>
      </w:r>
      <w:r w:rsidR="005D21B3" w:rsidRPr="005D21B3">
        <w:rPr>
          <w:noProof/>
        </w:rPr>
        <w:t xml:space="preserve"> železnic</w:t>
      </w:r>
      <w:r w:rsidRPr="001B0C05">
        <w:rPr>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5D21B3">
        <w:rPr>
          <w:noProof/>
        </w:rPr>
        <w:t>Správ</w:t>
      </w:r>
      <w:r w:rsidR="005D21B3">
        <w:rPr>
          <w:noProof/>
        </w:rPr>
        <w:t>ě</w:t>
      </w:r>
      <w:r w:rsidR="005D21B3" w:rsidRPr="005D21B3">
        <w:rPr>
          <w:noProof/>
        </w:rPr>
        <w:t xml:space="preserve"> železnic</w:t>
      </w:r>
      <w:r w:rsidRPr="001B0C05">
        <w:rPr>
          <w:noProof/>
        </w:rPr>
        <w:t xml:space="preserve"> skutečnost, že takto označené informace přestaly naplňovat znaky obchodního tajemství.</w:t>
      </w:r>
    </w:p>
    <w:p w:rsidR="0054209E" w:rsidRPr="001B0C05" w:rsidRDefault="0054209E" w:rsidP="0054209E">
      <w:pPr>
        <w:pStyle w:val="Odstavecseseznamem"/>
        <w:numPr>
          <w:ilvl w:val="1"/>
          <w:numId w:val="35"/>
        </w:numPr>
        <w:ind w:left="1078" w:hanging="454"/>
        <w:contextualSpacing w:val="0"/>
        <w:rPr>
          <w:noProof/>
        </w:rPr>
      </w:pPr>
      <w:r w:rsidRPr="001B0C05">
        <w:rPr>
          <w:noProof/>
        </w:rPr>
        <w:t>Obě smluvní strany výslovně prohlašují a níže svými podpisy stvrzují, že tato smlouva včetně příloh je výrazem jejich pravé a svobodné vůle, nebyla podepsána v tísni, ani za nápadně nevýhodných podmínek.</w:t>
      </w:r>
    </w:p>
    <w:p w:rsidR="0054209E" w:rsidRPr="001B0C05" w:rsidRDefault="0054209E" w:rsidP="0054209E">
      <w:pPr>
        <w:pStyle w:val="Odstavecseseznamem"/>
        <w:numPr>
          <w:ilvl w:val="1"/>
          <w:numId w:val="35"/>
        </w:numPr>
        <w:ind w:left="1078" w:hanging="454"/>
        <w:contextualSpacing w:val="0"/>
        <w:rPr>
          <w:noProof/>
        </w:rPr>
      </w:pPr>
      <w:r>
        <w:rPr>
          <w:noProof/>
        </w:rPr>
        <w:lastRenderedPageBreak/>
        <w:t xml:space="preserve"> </w:t>
      </w:r>
      <w:r w:rsidRPr="001B0C05">
        <w:rPr>
          <w:noProof/>
        </w:rPr>
        <w:t>Tato smlouva nabývá platnosti okamžikem podpisu poslední ze smluvních stran. Je-li smlouva uveřejňovaná dle zákona č. 340/2015 Sb. v registru smluv, nabývá účinnosti uveřejněním v registru smluv, jinak je účinná od okamžiku uzavření.</w:t>
      </w:r>
    </w:p>
    <w:p w:rsidR="0054209E" w:rsidRDefault="0054209E" w:rsidP="0054209E">
      <w:pPr>
        <w:pStyle w:val="Odstavecseseznamem"/>
        <w:ind w:left="1078"/>
        <w:contextualSpacing w:val="0"/>
        <w:rPr>
          <w:noProof/>
        </w:rPr>
      </w:pPr>
      <w:r w:rsidRPr="001B0C05">
        <w:rPr>
          <w:noProof/>
        </w:rPr>
        <w:t xml:space="preserve">Příloha č. 1: </w:t>
      </w:r>
      <w:r w:rsidR="001B0D20" w:rsidRPr="001B0D20">
        <w:rPr>
          <w:noProof/>
        </w:rPr>
        <w:t>Formulář nabídky</w:t>
      </w:r>
    </w:p>
    <w:p w:rsidR="001B0D20" w:rsidRDefault="001B0D20" w:rsidP="001B0D20">
      <w:pPr>
        <w:pStyle w:val="Odstavecseseznamem"/>
        <w:spacing w:before="120" w:after="120" w:line="240" w:lineRule="auto"/>
        <w:ind w:left="1077"/>
        <w:contextualSpacing w:val="0"/>
        <w:rPr>
          <w:noProof/>
        </w:rPr>
      </w:pPr>
      <w:r>
        <w:rPr>
          <w:noProof/>
        </w:rPr>
        <w:t>Příloha č. 2: Nález podezřelého předmětu</w:t>
      </w:r>
    </w:p>
    <w:p w:rsidR="001B0D20" w:rsidRDefault="001B0D20" w:rsidP="001B0D20">
      <w:pPr>
        <w:tabs>
          <w:tab w:val="left" w:pos="5103"/>
        </w:tabs>
      </w:pPr>
    </w:p>
    <w:p w:rsidR="001B0D20" w:rsidRDefault="001B0D20" w:rsidP="001B0D20">
      <w:pPr>
        <w:tabs>
          <w:tab w:val="left" w:pos="5103"/>
        </w:tabs>
      </w:pPr>
      <w:r w:rsidRPr="0019340A">
        <w:t xml:space="preserve">V Praze dne ............................ </w:t>
      </w:r>
      <w:r>
        <w:tab/>
      </w:r>
      <w:r>
        <w:tab/>
      </w:r>
      <w:r w:rsidRPr="0019340A">
        <w:t>V ……… dne ………</w:t>
      </w:r>
      <w:r w:rsidRPr="0019340A">
        <w:tab/>
      </w:r>
    </w:p>
    <w:p w:rsidR="001B0D20" w:rsidRDefault="001B0D20" w:rsidP="001B0D20">
      <w:pPr>
        <w:tabs>
          <w:tab w:val="left" w:pos="5103"/>
        </w:tabs>
      </w:pPr>
      <w:r w:rsidRPr="0019340A">
        <w:t>Kupující:</w:t>
      </w:r>
      <w:r>
        <w:tab/>
      </w:r>
      <w:r>
        <w:tab/>
      </w:r>
      <w:r w:rsidRPr="0019340A">
        <w:t>Prodávající:</w:t>
      </w:r>
    </w:p>
    <w:p w:rsidR="001B0D20" w:rsidRPr="0019340A" w:rsidRDefault="001B0D20" w:rsidP="001B0D20">
      <w:pPr>
        <w:tabs>
          <w:tab w:val="left" w:pos="5103"/>
        </w:tabs>
        <w:spacing w:after="0"/>
      </w:pPr>
      <w:r w:rsidRPr="0019340A">
        <w:t>…………………………</w:t>
      </w:r>
      <w:r w:rsidRPr="0019340A">
        <w:tab/>
        <w:t>……………………………</w:t>
      </w:r>
    </w:p>
    <w:p w:rsidR="001B0D20" w:rsidRPr="0019340A" w:rsidRDefault="001B0D20" w:rsidP="001B0D20">
      <w:pPr>
        <w:tabs>
          <w:tab w:val="left" w:pos="5103"/>
        </w:tabs>
        <w:spacing w:after="0"/>
        <w:rPr>
          <w:b/>
        </w:rPr>
      </w:pPr>
      <w:r w:rsidRPr="0019340A">
        <w:rPr>
          <w:b/>
        </w:rPr>
        <w:t>Ing. Vladimír Filip</w:t>
      </w:r>
    </w:p>
    <w:p w:rsidR="001B0D20" w:rsidRPr="0019340A" w:rsidRDefault="001B0D20" w:rsidP="001B0D20">
      <w:pPr>
        <w:tabs>
          <w:tab w:val="left" w:pos="5103"/>
        </w:tabs>
        <w:spacing w:after="0"/>
      </w:pPr>
      <w:r w:rsidRPr="0019340A">
        <w:t xml:space="preserve">ředitel </w:t>
      </w:r>
    </w:p>
    <w:p w:rsidR="001B0D20" w:rsidRDefault="001B0D20" w:rsidP="001B0D20">
      <w:pPr>
        <w:tabs>
          <w:tab w:val="left" w:pos="5103"/>
        </w:tabs>
      </w:pPr>
      <w:r w:rsidRPr="0019340A">
        <w:t>Oblastní ředitelství Praha</w:t>
      </w:r>
    </w:p>
    <w:p w:rsidR="001B0D20" w:rsidRDefault="001B0D20" w:rsidP="001B0D20"/>
    <w:p w:rsidR="001B0D20" w:rsidRDefault="001B0D20" w:rsidP="001B0D20"/>
    <w:p w:rsidR="001B0D20" w:rsidRDefault="001B0D20" w:rsidP="001B0D20"/>
    <w:p w:rsidR="001B0D20" w:rsidRDefault="001B0D20" w:rsidP="001B0D20"/>
    <w:p w:rsidR="001B0D20" w:rsidRPr="0054209E" w:rsidRDefault="001B0D20" w:rsidP="001B0D20">
      <w:r w:rsidRPr="0019340A">
        <w:t>Tato smlouva byla uveřejněna prostřednictvím Registru smluv dne ……………….</w:t>
      </w:r>
    </w:p>
    <w:p w:rsidR="009F392E" w:rsidRPr="0054209E" w:rsidRDefault="009F392E" w:rsidP="001B0D20">
      <w:pPr>
        <w:tabs>
          <w:tab w:val="left" w:pos="5103"/>
        </w:tabs>
      </w:pPr>
    </w:p>
    <w:sectPr w:rsidR="009F392E"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3B" w:rsidRDefault="003A513B" w:rsidP="00962258">
      <w:pPr>
        <w:spacing w:after="0" w:line="240" w:lineRule="auto"/>
      </w:pPr>
      <w:r>
        <w:separator/>
      </w:r>
    </w:p>
  </w:endnote>
  <w:endnote w:type="continuationSeparator" w:id="0">
    <w:p w:rsidR="003A513B" w:rsidRDefault="003A51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44D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444D1">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FA47A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F83BC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44D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444D1">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568697"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9A0F34"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3B" w:rsidRDefault="003A513B" w:rsidP="00962258">
      <w:pPr>
        <w:spacing w:after="0" w:line="240" w:lineRule="auto"/>
      </w:pPr>
      <w:r>
        <w:separator/>
      </w:r>
    </w:p>
  </w:footnote>
  <w:footnote w:type="continuationSeparator" w:id="0">
    <w:p w:rsidR="003A513B" w:rsidRDefault="003A51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A639C"/>
    <w:multiLevelType w:val="multilevel"/>
    <w:tmpl w:val="CABE99FC"/>
    <w:numStyleLink w:val="ListNumbermultileve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0"/>
  </w:num>
  <w:num w:numId="17">
    <w:abstractNumId w:val="3"/>
  </w:num>
  <w:num w:numId="18">
    <w:abstractNumId w:val="10"/>
  </w:num>
  <w:num w:numId="19">
    <w:abstractNumId w:val="10"/>
  </w:num>
  <w:num w:numId="20">
    <w:abstractNumId w:val="10"/>
  </w:num>
  <w:num w:numId="21">
    <w:abstractNumId w:val="10"/>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0"/>
  </w:num>
  <w:num w:numId="29">
    <w:abstractNumId w:val="3"/>
  </w:num>
  <w:num w:numId="30">
    <w:abstractNumId w:val="10"/>
  </w:num>
  <w:num w:numId="31">
    <w:abstractNumId w:val="10"/>
  </w:num>
  <w:num w:numId="32">
    <w:abstractNumId w:val="10"/>
  </w:num>
  <w:num w:numId="33">
    <w:abstractNumId w:val="10"/>
  </w:num>
  <w:num w:numId="34">
    <w:abstractNumId w:val="10"/>
    <w:lvlOverride w:ilvl="1">
      <w:lvl w:ilvl="1">
        <w:start w:val="1"/>
        <w:numFmt w:val="decimal"/>
        <w:pStyle w:val="slovanseznam2"/>
        <w:lvlText w:val="%1.%2"/>
        <w:lvlJc w:val="left"/>
        <w:pPr>
          <w:tabs>
            <w:tab w:val="num" w:pos="1191"/>
          </w:tabs>
          <w:ind w:left="1077" w:hanging="453"/>
        </w:pPr>
        <w:rPr>
          <w:rFonts w:hint="default"/>
          <w:strike w:val="0"/>
        </w:rPr>
      </w:lvl>
    </w:lvlOverride>
  </w:num>
  <w:num w:numId="35">
    <w:abstractNumId w:val="1"/>
  </w:num>
  <w:num w:numId="3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70776"/>
    <w:rsid w:val="00072C1E"/>
    <w:rsid w:val="000E23A7"/>
    <w:rsid w:val="0010693F"/>
    <w:rsid w:val="00114472"/>
    <w:rsid w:val="001550BC"/>
    <w:rsid w:val="001605B9"/>
    <w:rsid w:val="00170EC5"/>
    <w:rsid w:val="001747C1"/>
    <w:rsid w:val="00184743"/>
    <w:rsid w:val="001B0D20"/>
    <w:rsid w:val="00207DF5"/>
    <w:rsid w:val="00280E07"/>
    <w:rsid w:val="002C31BF"/>
    <w:rsid w:val="002D08B1"/>
    <w:rsid w:val="002D35B8"/>
    <w:rsid w:val="002E0CD7"/>
    <w:rsid w:val="00341DCF"/>
    <w:rsid w:val="00357BC6"/>
    <w:rsid w:val="003956C6"/>
    <w:rsid w:val="003A513B"/>
    <w:rsid w:val="00441430"/>
    <w:rsid w:val="00450F07"/>
    <w:rsid w:val="00453CD3"/>
    <w:rsid w:val="00460660"/>
    <w:rsid w:val="00486107"/>
    <w:rsid w:val="00491827"/>
    <w:rsid w:val="004B348C"/>
    <w:rsid w:val="004C4399"/>
    <w:rsid w:val="004C787C"/>
    <w:rsid w:val="004E143C"/>
    <w:rsid w:val="004E3A53"/>
    <w:rsid w:val="004E7C01"/>
    <w:rsid w:val="004F20BC"/>
    <w:rsid w:val="004F4B9B"/>
    <w:rsid w:val="004F69EA"/>
    <w:rsid w:val="00511AB9"/>
    <w:rsid w:val="00523EA7"/>
    <w:rsid w:val="0054209E"/>
    <w:rsid w:val="005444D1"/>
    <w:rsid w:val="00553375"/>
    <w:rsid w:val="00557C28"/>
    <w:rsid w:val="005736B7"/>
    <w:rsid w:val="00575E5A"/>
    <w:rsid w:val="005D21B3"/>
    <w:rsid w:val="005F1404"/>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B6A7F"/>
    <w:rsid w:val="007C589B"/>
    <w:rsid w:val="007E4A6E"/>
    <w:rsid w:val="007F56A7"/>
    <w:rsid w:val="00807DD0"/>
    <w:rsid w:val="008136F8"/>
    <w:rsid w:val="008659F3"/>
    <w:rsid w:val="00886D4B"/>
    <w:rsid w:val="00895406"/>
    <w:rsid w:val="008A3568"/>
    <w:rsid w:val="008D03B9"/>
    <w:rsid w:val="008F18D6"/>
    <w:rsid w:val="00904780"/>
    <w:rsid w:val="00922385"/>
    <w:rsid w:val="009223DF"/>
    <w:rsid w:val="00923DE9"/>
    <w:rsid w:val="00936091"/>
    <w:rsid w:val="00940D8A"/>
    <w:rsid w:val="00956E5F"/>
    <w:rsid w:val="00962258"/>
    <w:rsid w:val="009678B7"/>
    <w:rsid w:val="009833E1"/>
    <w:rsid w:val="00992D9C"/>
    <w:rsid w:val="00996CB8"/>
    <w:rsid w:val="009B14A9"/>
    <w:rsid w:val="009B2E97"/>
    <w:rsid w:val="009E07F4"/>
    <w:rsid w:val="009F3193"/>
    <w:rsid w:val="009F392E"/>
    <w:rsid w:val="00A6177B"/>
    <w:rsid w:val="00A66136"/>
    <w:rsid w:val="00AA4CBB"/>
    <w:rsid w:val="00AA65FA"/>
    <w:rsid w:val="00AA7351"/>
    <w:rsid w:val="00AD056F"/>
    <w:rsid w:val="00AD6731"/>
    <w:rsid w:val="00AF77DB"/>
    <w:rsid w:val="00B15D0D"/>
    <w:rsid w:val="00B75EE1"/>
    <w:rsid w:val="00B77481"/>
    <w:rsid w:val="00B8518B"/>
    <w:rsid w:val="00BB02A1"/>
    <w:rsid w:val="00BD7E91"/>
    <w:rsid w:val="00BE710B"/>
    <w:rsid w:val="00C02D0A"/>
    <w:rsid w:val="00C03A6E"/>
    <w:rsid w:val="00C44F6A"/>
    <w:rsid w:val="00C47AE3"/>
    <w:rsid w:val="00CD1FC4"/>
    <w:rsid w:val="00D21061"/>
    <w:rsid w:val="00D4108E"/>
    <w:rsid w:val="00D6163D"/>
    <w:rsid w:val="00D65DEB"/>
    <w:rsid w:val="00D73D46"/>
    <w:rsid w:val="00D7414C"/>
    <w:rsid w:val="00D831A3"/>
    <w:rsid w:val="00D92AC3"/>
    <w:rsid w:val="00DC75F3"/>
    <w:rsid w:val="00DD46F3"/>
    <w:rsid w:val="00DE56F2"/>
    <w:rsid w:val="00DF0A18"/>
    <w:rsid w:val="00DF116D"/>
    <w:rsid w:val="00E85046"/>
    <w:rsid w:val="00EB104F"/>
    <w:rsid w:val="00ED14BD"/>
    <w:rsid w:val="00F0533E"/>
    <w:rsid w:val="00F1048D"/>
    <w:rsid w:val="00F12DEC"/>
    <w:rsid w:val="00F1715C"/>
    <w:rsid w:val="00F310F8"/>
    <w:rsid w:val="00F35939"/>
    <w:rsid w:val="00F45607"/>
    <w:rsid w:val="00F5558F"/>
    <w:rsid w:val="00F659EB"/>
    <w:rsid w:val="00F73E3E"/>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B59B801"/>
  <w14:defaultImageDpi w14:val="32767"/>
  <w15:docId w15:val="{57F1A398-E3E2-42D3-8D19-A932B3B67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23BEEB0A-FE77-4C52-B98F-7CD3C602ED0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50CCECA7-7A93-4904-B980-681619380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10</TotalTime>
  <Pages>8</Pages>
  <Words>2780</Words>
  <Characters>16403</Characters>
  <Application>Microsoft Office Word</Application>
  <DocSecurity>0</DocSecurity>
  <Lines>136</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Danielková Barbora</cp:lastModifiedBy>
  <cp:revision>8</cp:revision>
  <cp:lastPrinted>2020-09-24T11:57:00Z</cp:lastPrinted>
  <dcterms:created xsi:type="dcterms:W3CDTF">2020-09-24T07:20:00Z</dcterms:created>
  <dcterms:modified xsi:type="dcterms:W3CDTF">2020-09-29T12:54:00Z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